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0ABA1" w14:textId="615E152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BD282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D2824">
        <w:rPr>
          <w:rFonts w:ascii="Corbel" w:hAnsi="Corbel"/>
          <w:bCs/>
          <w:i/>
        </w:rPr>
        <w:t>23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BE2583D" w14:textId="77777777" w:rsidR="008B3600" w:rsidRDefault="0071620A" w:rsidP="008B360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A374B">
        <w:rPr>
          <w:rFonts w:ascii="Corbel" w:hAnsi="Corbel"/>
          <w:i/>
          <w:smallCaps/>
          <w:sz w:val="24"/>
          <w:szCs w:val="24"/>
        </w:rPr>
        <w:t xml:space="preserve"> </w:t>
      </w:r>
      <w:r w:rsidR="008B3600">
        <w:rPr>
          <w:rFonts w:ascii="Corbel" w:hAnsi="Corbel"/>
          <w:i/>
          <w:smallCaps/>
          <w:sz w:val="24"/>
          <w:szCs w:val="24"/>
        </w:rPr>
        <w:t>2024-2027</w:t>
      </w:r>
    </w:p>
    <w:p w14:paraId="2C799E4C" w14:textId="1E36803D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7FD07C3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8B3600">
        <w:rPr>
          <w:rFonts w:ascii="Corbel" w:hAnsi="Corbel"/>
          <w:sz w:val="20"/>
          <w:szCs w:val="20"/>
        </w:rPr>
        <w:t>6</w:t>
      </w:r>
      <w:r w:rsidR="00FA374B">
        <w:rPr>
          <w:rFonts w:ascii="Corbel" w:hAnsi="Corbel"/>
          <w:sz w:val="20"/>
          <w:szCs w:val="20"/>
        </w:rPr>
        <w:t>/</w:t>
      </w:r>
      <w:r w:rsidR="008B3600">
        <w:rPr>
          <w:rFonts w:ascii="Corbel" w:hAnsi="Corbel"/>
          <w:sz w:val="20"/>
          <w:szCs w:val="20"/>
        </w:rPr>
        <w:t>2027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23F2070D" w:rsidR="0085747A" w:rsidRPr="00B760BB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760BB">
              <w:rPr>
                <w:rFonts w:ascii="Corbel" w:hAnsi="Corbel"/>
                <w:b w:val="0"/>
                <w:bCs/>
                <w:sz w:val="24"/>
                <w:szCs w:val="24"/>
              </w:rPr>
              <w:t>Programy profilaktyczne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6CB22666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3E0B0C5F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10142D3D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5136B2A1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49594004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72833760"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III,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5 i 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012631E1" w:rsidR="0085747A" w:rsidRPr="009C54AE" w:rsidRDefault="00B876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D77F37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8811" w14:textId="288CB0EA" w:rsidR="00015B8F" w:rsidRPr="009C54AE" w:rsidRDefault="00DC5CA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0AC" w14:textId="1C58ACC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00EC" w14:textId="513C4BFC" w:rsidR="00015B8F" w:rsidRPr="009C54AE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40CB" w14:textId="22FDDF9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642B" w14:textId="0076ACF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96D7" w14:textId="63D58FA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B269" w14:textId="12F4444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4D2B" w14:textId="3FEAF6A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6175" w14:textId="3404853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A27E" w14:textId="18D15A8C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C5CA2" w:rsidRPr="009C54AE" w14:paraId="54C01A24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01A" w14:textId="386BD860" w:rsidR="00DC5CA2" w:rsidRDefault="00DC5CA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2E2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CEFC" w14:textId="43CCCDBF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CF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9C3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AA0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318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DCB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01B4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2FA2" w14:textId="2C7732B9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470CC21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EE126A8" w14:textId="68AB4DC5"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14:paraId="5E94D9D0" w14:textId="7DBAEF6B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79AF817A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teoretyczne podstawy kształcenia, </w:t>
            </w:r>
            <w:r w:rsidR="000E06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wychowanie resocjalizujące,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profilaktyka społeczna oraz instytucje profilaktyczne i resocjalizacyjne.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Posiadanie podstawowych wiadomości z zakresu funkcjonowania podstawowych środowisk społeczno-wychowawczych.</w:t>
            </w:r>
          </w:p>
        </w:tc>
      </w:tr>
    </w:tbl>
    <w:p w14:paraId="612C2ED3" w14:textId="77777777"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58C37" w14:textId="0ED3749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18C23AB5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 dla przeciwdziałania zjawiskom patologicznym.</w:t>
            </w:r>
          </w:p>
        </w:tc>
      </w:tr>
      <w:tr w:rsidR="0085747A" w:rsidRPr="009C54AE" w14:paraId="2CF97109" w14:textId="77777777" w:rsidTr="00861436">
        <w:tc>
          <w:tcPr>
            <w:tcW w:w="843" w:type="dxa"/>
            <w:vAlign w:val="center"/>
          </w:tcPr>
          <w:p w14:paraId="505C4E97" w14:textId="1017FFD5" w:rsidR="0085747A" w:rsidRPr="009C54AE" w:rsidRDefault="00083C0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03FDC77" w14:textId="5D072812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standardów jakości oraz zasad konstruowania programów profilaktycznych</w:t>
            </w:r>
            <w:r w:rsidR="00861436">
              <w:rPr>
                <w:rFonts w:ascii="Corbel" w:hAnsi="Corbel"/>
                <w:b w:val="0"/>
                <w:sz w:val="24"/>
                <w:szCs w:val="24"/>
              </w:rPr>
              <w:t>, a także podstaw praw</w:t>
            </w:r>
            <w:r w:rsidR="000E067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861436">
              <w:rPr>
                <w:rFonts w:ascii="Corbel" w:hAnsi="Corbel"/>
                <w:b w:val="0"/>
                <w:sz w:val="24"/>
                <w:szCs w:val="24"/>
              </w:rPr>
              <w:t xml:space="preserve">ych prowadzenia działalności </w:t>
            </w:r>
            <w:r w:rsidR="00515E4C">
              <w:rPr>
                <w:rFonts w:ascii="Corbel" w:hAnsi="Corbel"/>
                <w:b w:val="0"/>
                <w:sz w:val="24"/>
                <w:szCs w:val="24"/>
              </w:rPr>
              <w:t>profilaktyczn</w:t>
            </w:r>
            <w:r w:rsidR="006620F6">
              <w:rPr>
                <w:rFonts w:ascii="Corbel" w:hAnsi="Corbel"/>
                <w:b w:val="0"/>
                <w:sz w:val="24"/>
                <w:szCs w:val="24"/>
              </w:rPr>
              <w:t>ej.</w:t>
            </w:r>
          </w:p>
        </w:tc>
      </w:tr>
      <w:tr w:rsidR="0085747A" w:rsidRPr="009C54AE" w14:paraId="27F5785F" w14:textId="77777777" w:rsidTr="00861436">
        <w:tc>
          <w:tcPr>
            <w:tcW w:w="843" w:type="dxa"/>
            <w:vAlign w:val="center"/>
          </w:tcPr>
          <w:p w14:paraId="78723BC3" w14:textId="3BE1E4D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83C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16B99BB" w14:textId="4F2FF189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różnymi rodzajami programów profilaktycznych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 realizowanych w wybranych instytucjach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>o charakterze profilaktyczno-wychowawczym i resocjalizacyjnym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ich skutecznością w walce z niepożądanymi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zachowaniami. </w:t>
            </w:r>
          </w:p>
        </w:tc>
      </w:tr>
      <w:tr w:rsidR="00632A7F" w:rsidRPr="009C54AE" w14:paraId="0E72639D" w14:textId="77777777" w:rsidTr="00861436">
        <w:tc>
          <w:tcPr>
            <w:tcW w:w="843" w:type="dxa"/>
            <w:vAlign w:val="center"/>
          </w:tcPr>
          <w:p w14:paraId="26A753AF" w14:textId="552C0CDB"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C4216D2" w14:textId="38C6D79C"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tworzenia oraz realizowania działań profilaktyczny</w:t>
            </w:r>
            <w:r w:rsidR="009449EE">
              <w:rPr>
                <w:rFonts w:ascii="Corbel" w:hAnsi="Corbel"/>
                <w:b w:val="0"/>
                <w:sz w:val="24"/>
                <w:szCs w:val="24"/>
              </w:rPr>
              <w:t>ch.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856614B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51B03D1" w14:textId="742AF90F"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593F" w:rsidRPr="009C54AE" w14:paraId="258A4533" w14:textId="77777777" w:rsidTr="001127CA">
        <w:trPr>
          <w:trHeight w:val="879"/>
        </w:trPr>
        <w:tc>
          <w:tcPr>
            <w:tcW w:w="1680" w:type="dxa"/>
          </w:tcPr>
          <w:p w14:paraId="4E315B3E" w14:textId="77777777"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09829C16" w:rsidR="005E593F" w:rsidRPr="009C54AE" w:rsidRDefault="002A1E87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E593F">
              <w:rPr>
                <w:rFonts w:ascii="Corbel" w:hAnsi="Corbel"/>
                <w:b w:val="0"/>
                <w:smallCaps w:val="0"/>
                <w:szCs w:val="24"/>
              </w:rPr>
              <w:t>mówi rodzaje programów profilaktycznych realizowanych w wybranych instytucjach zajmujących się profilaktyką, wychowaniem i resocjalizacją.</w:t>
            </w:r>
          </w:p>
        </w:tc>
        <w:tc>
          <w:tcPr>
            <w:tcW w:w="1865" w:type="dxa"/>
          </w:tcPr>
          <w:p w14:paraId="737CD0E8" w14:textId="77777777" w:rsidR="005E593F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758D257" w14:textId="1E1DD705" w:rsidR="00353931" w:rsidRPr="009C54AE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3C7" w:rsidRPr="009C54AE" w14:paraId="2AD6F6BE" w14:textId="77777777" w:rsidTr="00515E4C">
        <w:tc>
          <w:tcPr>
            <w:tcW w:w="1680" w:type="dxa"/>
          </w:tcPr>
          <w:p w14:paraId="448D7717" w14:textId="2A951BBA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21E84BA" w14:textId="28B2040E" w:rsidR="00DA33C7" w:rsidRPr="009C54AE" w:rsidRDefault="002A1E87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ymieni standardy jakości oraz zasady konstruowania programów profilaktycznych.</w:t>
            </w:r>
          </w:p>
        </w:tc>
        <w:tc>
          <w:tcPr>
            <w:tcW w:w="1865" w:type="dxa"/>
            <w:vMerge w:val="restart"/>
          </w:tcPr>
          <w:p w14:paraId="67D129C6" w14:textId="77777777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67D67F1A" w14:textId="79CEA2F8"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3C7" w:rsidRPr="009C54AE" w14:paraId="730C95F7" w14:textId="77777777" w:rsidTr="00515E4C">
        <w:tc>
          <w:tcPr>
            <w:tcW w:w="1680" w:type="dxa"/>
          </w:tcPr>
          <w:p w14:paraId="6F63A6E6" w14:textId="2976A2D3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5D06C1B6" w14:textId="0AE53F20" w:rsidR="00DA33C7" w:rsidRDefault="002A1E87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rzedstawi prawne podstawy prowadzenia działalności profilaktycznej, wychowawczej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i resocjalizacyjnej.</w:t>
            </w:r>
          </w:p>
        </w:tc>
        <w:tc>
          <w:tcPr>
            <w:tcW w:w="1865" w:type="dxa"/>
            <w:vMerge/>
          </w:tcPr>
          <w:p w14:paraId="67423C34" w14:textId="3F4C2917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C6B78DA" w14:textId="77777777" w:rsidTr="00515E4C">
        <w:tc>
          <w:tcPr>
            <w:tcW w:w="1680" w:type="dxa"/>
          </w:tcPr>
          <w:p w14:paraId="5386BB6D" w14:textId="028F8C41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2D132F7" w14:textId="3CC3C078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oskonali swój warsztat metodyczny, wykorzystując nowoczesne metody, techniki i pomoce dydaktyczne do planowania i realizowania działań profilaktycznych.</w:t>
            </w:r>
          </w:p>
        </w:tc>
        <w:tc>
          <w:tcPr>
            <w:tcW w:w="1865" w:type="dxa"/>
          </w:tcPr>
          <w:p w14:paraId="64D870C6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9D1CEC" w14:textId="074F013A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5A784547" w14:textId="77777777" w:rsidTr="00515E4C">
        <w:tc>
          <w:tcPr>
            <w:tcW w:w="1680" w:type="dxa"/>
          </w:tcPr>
          <w:p w14:paraId="13C4AFE4" w14:textId="05562C0F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B9C81A3" w14:textId="56C19078" w:rsidR="006146C2" w:rsidRPr="009C54AE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okona ewaluacji i oceni skuteczność opracowanych oddziaływań profilaktycznych, wychowawczych, resocjalizacyjnych.</w:t>
            </w:r>
          </w:p>
        </w:tc>
        <w:tc>
          <w:tcPr>
            <w:tcW w:w="1865" w:type="dxa"/>
          </w:tcPr>
          <w:p w14:paraId="3E2632D1" w14:textId="3652EAD3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146C2" w:rsidRPr="009C54AE" w14:paraId="46DA4985" w14:textId="77777777" w:rsidTr="00515E4C">
        <w:tc>
          <w:tcPr>
            <w:tcW w:w="1680" w:type="dxa"/>
          </w:tcPr>
          <w:p w14:paraId="5772B44E" w14:textId="52D65D98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67BF212" w14:textId="4E3728C6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pracuje konspekt zajęć profilaktyczno-wychowawczych, zgodnie z założeniami profilaktyki I, II lub III rzędowej.</w:t>
            </w:r>
          </w:p>
        </w:tc>
        <w:tc>
          <w:tcPr>
            <w:tcW w:w="1865" w:type="dxa"/>
            <w:vMerge w:val="restart"/>
          </w:tcPr>
          <w:p w14:paraId="513A36CB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3C027F4C" w14:textId="6D6B7C65"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01C44675" w14:textId="77777777" w:rsidTr="00515E4C">
        <w:tc>
          <w:tcPr>
            <w:tcW w:w="1680" w:type="dxa"/>
          </w:tcPr>
          <w:p w14:paraId="755F5A9A" w14:textId="0D18CD4B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6623C0C0" w14:textId="47223486" w:rsidR="006146C2" w:rsidRPr="009C54AE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rzeprowadzi samodzielnie zajęcia profilaktyczno-wychowawcze, zgodnie z opracowanym konspektem.</w:t>
            </w:r>
          </w:p>
        </w:tc>
        <w:tc>
          <w:tcPr>
            <w:tcW w:w="1865" w:type="dxa"/>
            <w:vMerge/>
          </w:tcPr>
          <w:p w14:paraId="04A67ADE" w14:textId="14B2C69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EF2278F" w14:textId="77777777" w:rsidTr="00515E4C">
        <w:tc>
          <w:tcPr>
            <w:tcW w:w="1680" w:type="dxa"/>
          </w:tcPr>
          <w:p w14:paraId="5204E956" w14:textId="1CF918C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21787890" w14:textId="2DA54DAE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swoje przygotowanie teoretyczne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metodyczne do realizacji profilaktycznych ćwiczeń warsztatowych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w kontekście samokształcenia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samorozwoju. </w:t>
            </w:r>
          </w:p>
        </w:tc>
        <w:tc>
          <w:tcPr>
            <w:tcW w:w="1865" w:type="dxa"/>
          </w:tcPr>
          <w:p w14:paraId="0C7F9104" w14:textId="77777777"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5B5EA81" w14:textId="4F901EDC"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69397" w14:textId="0BD9660E"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E2CD159" w14:textId="77777777"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C8B710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23A4EC" w14:textId="77777777"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602C" w:rsidRPr="009C54AE" w14:paraId="028470B5" w14:textId="77777777" w:rsidTr="008958A5">
        <w:tc>
          <w:tcPr>
            <w:tcW w:w="9639" w:type="dxa"/>
          </w:tcPr>
          <w:p w14:paraId="007ACFD9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14:paraId="31C4F487" w14:textId="77777777" w:rsidTr="008958A5">
        <w:tc>
          <w:tcPr>
            <w:tcW w:w="9639" w:type="dxa"/>
          </w:tcPr>
          <w:p w14:paraId="2DE47E10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E5BFE3" w14:textId="77777777"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FF4BAE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EE" w:rsidRPr="009C54AE" w14:paraId="75505559" w14:textId="77777777" w:rsidTr="00923D7D">
        <w:tc>
          <w:tcPr>
            <w:tcW w:w="9639" w:type="dxa"/>
          </w:tcPr>
          <w:p w14:paraId="6EC777EB" w14:textId="0DC1BA3B" w:rsidR="009449EE" w:rsidRPr="009C54AE" w:rsidRDefault="009449EE" w:rsidP="00862B9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Prawne podstawy prowadzenia działalności </w:t>
            </w:r>
            <w:r w:rsidR="00862B9A">
              <w:rPr>
                <w:rFonts w:ascii="Corbel" w:hAnsi="Corbel"/>
                <w:sz w:val="24"/>
                <w:szCs w:val="24"/>
              </w:rPr>
              <w:t>profilaktycznej, wychowawczej i resocjalizacyjnej.</w:t>
            </w:r>
          </w:p>
        </w:tc>
      </w:tr>
      <w:tr w:rsidR="0085747A" w:rsidRPr="009C54AE" w14:paraId="5276ECE3" w14:textId="77777777" w:rsidTr="00923D7D">
        <w:tc>
          <w:tcPr>
            <w:tcW w:w="9639" w:type="dxa"/>
          </w:tcPr>
          <w:p w14:paraId="6B0FA697" w14:textId="70ED8552" w:rsidR="009449EE" w:rsidRPr="009C54AE" w:rsidRDefault="009449EE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programów profilaktycznych i poziomy profilaktyki.</w:t>
            </w:r>
          </w:p>
        </w:tc>
      </w:tr>
      <w:tr w:rsidR="0085747A" w:rsidRPr="009C54AE" w14:paraId="1060ABFE" w14:textId="77777777" w:rsidTr="00923D7D">
        <w:tc>
          <w:tcPr>
            <w:tcW w:w="9639" w:type="dxa"/>
          </w:tcPr>
          <w:p w14:paraId="376A9EF3" w14:textId="7BC0AC46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7ED3E66D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Zasady konstruowania programów profilaktycznych.</w:t>
            </w:r>
          </w:p>
        </w:tc>
      </w:tr>
      <w:tr w:rsidR="00862B9A" w:rsidRPr="009C54AE" w14:paraId="49A37A2A" w14:textId="77777777" w:rsidTr="00923D7D">
        <w:tc>
          <w:tcPr>
            <w:tcW w:w="9639" w:type="dxa"/>
          </w:tcPr>
          <w:p w14:paraId="6D574FF6" w14:textId="61707D78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Zapoznanie z wybranymi programami profilaktycznymi prowadzonymi w różnych instytucjach o charakterze profilaktyczno-wychowawczym i resocjalizacyjnym (m.in. szkoły, świetlice środowiskowe i socjoterapeutyczne, MOW, MOS, zakłady poprawcze, zakłady karne).</w:t>
            </w:r>
          </w:p>
        </w:tc>
      </w:tr>
      <w:tr w:rsidR="00F62B59" w:rsidRPr="009C54AE" w14:paraId="20E0A320" w14:textId="77777777" w:rsidTr="00923D7D">
        <w:tc>
          <w:tcPr>
            <w:tcW w:w="9639" w:type="dxa"/>
          </w:tcPr>
          <w:p w14:paraId="43369AE2" w14:textId="00A48F3E" w:rsidR="00F62B59" w:rsidRPr="00862B9A" w:rsidRDefault="00F62B59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Warsztat metodyczny pedagoga-profilaktyka. Znaczenie wykorzystania treningów pedagogiczno-psychologicznych w planowaniu i realizowaniu profilaktycznych ćwiczeń warsztatowych.</w:t>
            </w:r>
          </w:p>
        </w:tc>
      </w:tr>
      <w:tr w:rsidR="00862B9A" w:rsidRPr="009C54AE" w14:paraId="358571D3" w14:textId="77777777" w:rsidTr="00923D7D">
        <w:tc>
          <w:tcPr>
            <w:tcW w:w="9639" w:type="dxa"/>
          </w:tcPr>
          <w:p w14:paraId="53AD2C33" w14:textId="27093390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Konstruowanie konspektu zajęć profilaktyczno-wychowawczych, formułowanie tematu i celów zajęć, dobór metod, technik i środków dydaktycznych, charakterystyka grupy, w której zajęcia mają być realizowane.</w:t>
            </w:r>
          </w:p>
        </w:tc>
      </w:tr>
      <w:tr w:rsidR="00862B9A" w:rsidRPr="009C54AE" w14:paraId="74E05851" w14:textId="77777777" w:rsidTr="00923D7D">
        <w:tc>
          <w:tcPr>
            <w:tcW w:w="9639" w:type="dxa"/>
          </w:tcPr>
          <w:p w14:paraId="44811E0B" w14:textId="77777777" w:rsidR="00F62B59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Warsztaty (samodzielne poprowadzenie zajęć profilaktyczno-wychowawczych przez studentów, zgodnie z opracowanym konspektem). </w:t>
            </w:r>
            <w:r w:rsidR="00F62B59">
              <w:rPr>
                <w:rFonts w:ascii="Corbel" w:hAnsi="Corbel"/>
                <w:sz w:val="24"/>
                <w:szCs w:val="24"/>
              </w:rPr>
              <w:t xml:space="preserve">Tematy i grupy powinny obejmować różne poziomy profilaktyki. </w:t>
            </w:r>
            <w:r w:rsidRPr="00862B9A">
              <w:rPr>
                <w:rFonts w:ascii="Corbel" w:hAnsi="Corbel"/>
                <w:sz w:val="24"/>
                <w:szCs w:val="24"/>
              </w:rPr>
              <w:t>Obszary tematyczne, wokół których powinny koncentrować się warsztaty (możliwość zgłoszenia własnych pomysłów zajęć  lub wykorzystanie jednej z poniższych propozycji do wyboru)</w:t>
            </w:r>
            <w:r w:rsidR="00F62B59">
              <w:rPr>
                <w:rFonts w:ascii="Corbel" w:hAnsi="Corbel"/>
                <w:sz w:val="24"/>
                <w:szCs w:val="24"/>
              </w:rPr>
              <w:t>:</w:t>
            </w:r>
          </w:p>
          <w:p w14:paraId="7EF1577A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agresji i autoagresji,</w:t>
            </w:r>
          </w:p>
          <w:p w14:paraId="4F8C2FF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uzależnień (alkohol, nikotyna, narkotyki i dopalacze, uzależnienia behawioralne),</w:t>
            </w:r>
          </w:p>
          <w:p w14:paraId="04FC3754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</w:t>
            </w:r>
            <w:proofErr w:type="spellStart"/>
            <w:r w:rsidRPr="00862B9A"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 w:rsidRPr="00862B9A">
              <w:rPr>
                <w:rFonts w:ascii="Corbel" w:hAnsi="Corbel"/>
                <w:sz w:val="24"/>
                <w:szCs w:val="24"/>
              </w:rPr>
              <w:t xml:space="preserve"> przestępczym wśród nieletnich / dorosłych,</w:t>
            </w:r>
          </w:p>
          <w:p w14:paraId="2D31C82D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wczesnej inicjacji seksualnej / prostytucji,</w:t>
            </w:r>
          </w:p>
          <w:p w14:paraId="43E34017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komercyjnemu i seksualnemu wykorzystywaniu dzieci i młodzieży, </w:t>
            </w:r>
          </w:p>
          <w:p w14:paraId="6758163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przemocy w rodzinie,</w:t>
            </w:r>
          </w:p>
          <w:p w14:paraId="7CA71DBB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 xml:space="preserve">trening radzenia sobie ze stresem, </w:t>
            </w:r>
          </w:p>
          <w:p w14:paraId="70DC8203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trening podnoszenia samooceny i poczucia własnej wartości,</w:t>
            </w:r>
          </w:p>
          <w:p w14:paraId="54B49B36" w14:textId="77777777" w:rsidR="00F62B59" w:rsidRDefault="00F62B59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wagarów i niepowodzeń szkolnych,</w:t>
            </w:r>
          </w:p>
          <w:p w14:paraId="6DBFDF24" w14:textId="5FE44EEC" w:rsidR="00862B9A" w:rsidRP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kształtowanie umiejętności rodzicielskich, ojcowskich</w:t>
            </w:r>
            <w:r w:rsidR="00F62B59" w:rsidRPr="00F62B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2B59">
              <w:rPr>
                <w:rFonts w:ascii="Corbel" w:hAnsi="Corbel"/>
                <w:sz w:val="24"/>
                <w:szCs w:val="24"/>
              </w:rPr>
              <w:t>i macierzyńskich.</w:t>
            </w:r>
          </w:p>
        </w:tc>
      </w:tr>
    </w:tbl>
    <w:p w14:paraId="1E25D342" w14:textId="2FB33A8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01204E6F"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praca w grupach, </w:t>
      </w:r>
      <w:r w:rsidR="00B1607D">
        <w:rPr>
          <w:rFonts w:ascii="Corbel" w:hAnsi="Corbel"/>
          <w:b w:val="0"/>
          <w:smallCaps w:val="0"/>
          <w:szCs w:val="24"/>
        </w:rPr>
        <w:t>ćwiczenia praktyczne (projekt – warsztaty)</w:t>
      </w:r>
      <w:r w:rsidR="00B760BB">
        <w:rPr>
          <w:rFonts w:ascii="Corbel" w:hAnsi="Corbel"/>
          <w:b w:val="0"/>
          <w:smallCaps w:val="0"/>
          <w:szCs w:val="24"/>
        </w:rPr>
        <w:t>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6A6D0D96"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938E235" w14:textId="77777777" w:rsidTr="00C05F44">
        <w:tc>
          <w:tcPr>
            <w:tcW w:w="1985" w:type="dxa"/>
          </w:tcPr>
          <w:p w14:paraId="20623292" w14:textId="77777777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011838B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53BCB357" w14:textId="412942D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6BD8C796" w14:textId="77777777" w:rsidTr="00C05F44">
        <w:tc>
          <w:tcPr>
            <w:tcW w:w="1985" w:type="dxa"/>
          </w:tcPr>
          <w:p w14:paraId="41A042FC" w14:textId="7DA7CB4F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1D4A13A3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1540A3CE" w14:textId="0D32E58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505142B1" w14:textId="77777777" w:rsidTr="00C05F44">
        <w:tc>
          <w:tcPr>
            <w:tcW w:w="1985" w:type="dxa"/>
          </w:tcPr>
          <w:p w14:paraId="12C08F60" w14:textId="645484D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02CC988C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praca projektowa, egzamin</w:t>
            </w:r>
          </w:p>
        </w:tc>
        <w:tc>
          <w:tcPr>
            <w:tcW w:w="2126" w:type="dxa"/>
          </w:tcPr>
          <w:p w14:paraId="10095010" w14:textId="27F1CBB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A1E7BE6" w14:textId="77777777" w:rsidTr="00C05F44">
        <w:tc>
          <w:tcPr>
            <w:tcW w:w="1985" w:type="dxa"/>
          </w:tcPr>
          <w:p w14:paraId="3C5A3DF0" w14:textId="5D4EF8FF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2848119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3F3FB563" w14:textId="02D04AB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1AF60C82" w14:textId="77777777" w:rsidTr="00C05F44">
        <w:tc>
          <w:tcPr>
            <w:tcW w:w="1985" w:type="dxa"/>
          </w:tcPr>
          <w:p w14:paraId="0B286574" w14:textId="3B93C74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59B46BB2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BE5D3AA" w14:textId="7121079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39DEDCEE" w14:textId="77777777" w:rsidTr="00C05F44">
        <w:tc>
          <w:tcPr>
            <w:tcW w:w="1985" w:type="dxa"/>
          </w:tcPr>
          <w:p w14:paraId="3CFE5ACC" w14:textId="59F1AAEE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4EE163C" w14:textId="7994637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CD7B245" w14:textId="2B0D1CB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7E413479" w14:textId="77777777" w:rsidTr="00C05F44">
        <w:tc>
          <w:tcPr>
            <w:tcW w:w="1985" w:type="dxa"/>
          </w:tcPr>
          <w:p w14:paraId="11ABF56E" w14:textId="1532D224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0CF33E60" w14:textId="186CF167" w:rsidR="00B1607D" w:rsidRDefault="009E602C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B1607D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6AACB24D" w14:textId="5CEE919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5642E66F" w14:textId="77777777" w:rsidR="00C46A74" w:rsidRPr="00762738" w:rsidRDefault="00C46A74" w:rsidP="00C46A74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pozytywna ocena z egzaminu (minimum 51 % punktów),</w:t>
            </w:r>
          </w:p>
          <w:p w14:paraId="5F8F1134" w14:textId="77777777" w:rsidR="00C46A74" w:rsidRPr="00762738" w:rsidRDefault="00C46A74" w:rsidP="00C46A7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14:paraId="0E93F2C7" w14:textId="77777777" w:rsidR="00C46A74" w:rsidRPr="00762738" w:rsidRDefault="00C46A74" w:rsidP="00C46A74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14:paraId="5CD56B92" w14:textId="77777777" w:rsidR="00C46A74" w:rsidRPr="00762738" w:rsidRDefault="00C46A74" w:rsidP="00C46A74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14:paraId="028CB17C" w14:textId="77777777" w:rsidR="00C46A74" w:rsidRPr="00762738" w:rsidRDefault="00C46A74" w:rsidP="00C46A7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6A8195AC" w14:textId="77777777" w:rsidR="00C46A74" w:rsidRPr="00762738" w:rsidRDefault="00C46A74" w:rsidP="00C46A7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0857C719" w14:textId="77777777" w:rsidR="00C46A74" w:rsidRPr="00762738" w:rsidRDefault="00C46A74" w:rsidP="00C46A7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2A7DCBDF" w14:textId="77777777" w:rsidR="00C46A74" w:rsidRPr="00762738" w:rsidRDefault="00C46A74" w:rsidP="00C46A7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4D867E1F" w14:textId="43B87001" w:rsidR="00C46A74" w:rsidRDefault="00C46A74" w:rsidP="00C46A7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15ADA245" w14:textId="6B390D22" w:rsidR="00C46A74" w:rsidRPr="00C46A74" w:rsidRDefault="00C46A74" w:rsidP="00C46A74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kolokwium cząstkowych na początku każdych zajęć </w:t>
            </w:r>
          </w:p>
          <w:p w14:paraId="06BAF646" w14:textId="77777777" w:rsidR="00C46A74" w:rsidRPr="00762738" w:rsidRDefault="00C46A74" w:rsidP="00C46A74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  <w:p w14:paraId="132DFC64" w14:textId="7AA1B701" w:rsidR="0085747A" w:rsidRPr="009C54AE" w:rsidRDefault="0085747A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15F313E" w:rsidR="0085747A" w:rsidRPr="00B52C9C" w:rsidRDefault="00C61DC5" w:rsidP="00BD28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39ACFDDD" w:rsidR="0085747A" w:rsidRPr="009C54AE" w:rsidRDefault="009E602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16A01D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14:paraId="1D1247D7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3073191" w14:textId="54E59932" w:rsidR="00280BCE" w:rsidRPr="009C54AE" w:rsidRDefault="00280B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2D950C5D" w14:textId="6E127466" w:rsidR="00C61DC5" w:rsidRDefault="0010202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60568DC" w14:textId="55084E76" w:rsidR="00280BCE" w:rsidRPr="009C54A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2DAAC983" w14:textId="77777777"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14:paraId="181C35C8" w14:textId="77777777"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przygotowanie do zajęć, </w:t>
            </w:r>
          </w:p>
          <w:p w14:paraId="1D6C51BA" w14:textId="77777777"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280BCE">
              <w:rPr>
                <w:rFonts w:ascii="Corbel" w:hAnsi="Corbel"/>
                <w:sz w:val="24"/>
                <w:szCs w:val="24"/>
              </w:rPr>
              <w:t>,</w:t>
            </w:r>
            <w:r w:rsidR="002A1E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421DED9" w14:textId="77777777" w:rsidR="00C61DC5" w:rsidRDefault="00280BCE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2A1E87">
              <w:rPr>
                <w:rFonts w:ascii="Corbel" w:hAnsi="Corbel"/>
                <w:sz w:val="24"/>
                <w:szCs w:val="24"/>
              </w:rPr>
              <w:t>,</w:t>
            </w:r>
          </w:p>
          <w:p w14:paraId="1B79F70D" w14:textId="1F1A5E40"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BDD4FEF" w14:textId="77777777"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7379728" w14:textId="3F8A792B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E52F0C" w14:textId="20019A59" w:rsidR="002A1E87" w:rsidRDefault="002A1E87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60</w:t>
            </w:r>
          </w:p>
          <w:p w14:paraId="767F82AA" w14:textId="77777777" w:rsidR="002A1E87" w:rsidRDefault="002A1E87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0B77317F" w14:textId="77777777" w:rsidR="002A1E87" w:rsidRDefault="002A1E87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310779A0" w14:textId="6E942A8D" w:rsidR="002A1E87" w:rsidRPr="009C54AE" w:rsidRDefault="0010202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3791BB3" w14:textId="1A669874" w:rsidR="0085747A" w:rsidRPr="009C54A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499B33E0" w:rsidR="0085747A" w:rsidRPr="009C54AE" w:rsidRDefault="009E602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A1E87" w:rsidRPr="009C54AE" w14:paraId="2E6DB5C9" w14:textId="77777777" w:rsidTr="00F53C06">
        <w:trPr>
          <w:trHeight w:val="428"/>
        </w:trPr>
        <w:tc>
          <w:tcPr>
            <w:tcW w:w="7513" w:type="dxa"/>
          </w:tcPr>
          <w:p w14:paraId="17435151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0C935CDB" w14:textId="77777777" w:rsidR="002A1E87" w:rsidRPr="00C74FB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Wyższej Szkoły Ekonomii i Innowacji, Lublin 2011.</w:t>
            </w:r>
          </w:p>
          <w:p w14:paraId="0C5DFB87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14:paraId="0C8725D7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Knez</w:t>
            </w:r>
            <w:proofErr w:type="spellEnd"/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Słonina W. M.,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Poznaję - wybieram. Programy integracyjno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profilaktyczne dla uczniów gimnazjum i szkół ponadgimnazjalnych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RUBIKON,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2003. </w:t>
            </w:r>
          </w:p>
          <w:p w14:paraId="37C35AA2" w14:textId="77777777" w:rsidR="002A1E87" w:rsidRPr="00D56FCE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Wysocki I.,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Oddziaływania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psychokorekcyjne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na skazanych agresywnych w warunkach penitencjarnych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Stowarzyszenie na Rzecz Rozwoju Wyższej Szkoły Biznesu i Przedsiębiorczości, Ostrowiec Świętokrzyski 2006.</w:t>
            </w:r>
          </w:p>
          <w:p w14:paraId="5D194B61" w14:textId="35439A71" w:rsidR="002A1E87" w:rsidRPr="00427F02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2A1E87" w:rsidRPr="009C54AE" w14:paraId="428D6979" w14:textId="77777777" w:rsidTr="00F53C06">
        <w:trPr>
          <w:trHeight w:val="397"/>
        </w:trPr>
        <w:tc>
          <w:tcPr>
            <w:tcW w:w="7513" w:type="dxa"/>
          </w:tcPr>
          <w:p w14:paraId="41E3A8ED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7D88B425" w14:textId="77777777" w:rsidR="00C46A74" w:rsidRDefault="00C46A74" w:rsidP="00C46A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Marczak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IMPULS,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14:paraId="0073DA25" w14:textId="77777777" w:rsidR="00C46A74" w:rsidRDefault="00C46A74" w:rsidP="00C46A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Rożnowska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Skuteczność treningów psychologicznych w doskonaleniu umiejętności intra- i interpersonalnych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Pomorska w Słupsku, Słupsk 2007.</w:t>
            </w:r>
          </w:p>
          <w:p w14:paraId="778463BA" w14:textId="77777777" w:rsidR="00C46A74" w:rsidRDefault="00C46A74" w:rsidP="00C46A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zgodzie z sobą i z innymi : program i scenariusze zajęć z profilaktyki uzależnień i zachowań prospołecznych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Wyższej Szkoły Ekonomii i Innowacji,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2009. </w:t>
            </w:r>
          </w:p>
          <w:p w14:paraId="2CF2CFCF" w14:textId="77777777" w:rsidR="00C46A74" w:rsidRDefault="00C46A74" w:rsidP="00C46A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  <w:p w14:paraId="76EF9095" w14:textId="77777777" w:rsidR="00C46A74" w:rsidRDefault="00C46A74" w:rsidP="00C46A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55D45BD2" w14:textId="5F8AADEC" w:rsidR="002A1E87" w:rsidRPr="006825A2" w:rsidRDefault="002A1E87" w:rsidP="00C46A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0" w:name="_GoBack"/>
            <w:bookmarkEnd w:id="0"/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14:paraId="4ED36B51" w14:textId="77777777" w:rsidR="002A1E87" w:rsidRPr="00F92043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 xml:space="preserve">Faber A.,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 , żeby dzieci nas słuchały. Jak słuchać, żeby dzieci do nas mówiły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Media Rodzina, Poznań 2013.</w:t>
            </w:r>
          </w:p>
          <w:p w14:paraId="1FC8EF13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Zachara B.,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pierwszorzędowa w szkole: scenariusze zajęć z uczniami gimnazjum i szkół ponadgimnazjalnych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RUBIKON, Kraków 2004.</w:t>
            </w:r>
          </w:p>
          <w:p w14:paraId="7A886DE9" w14:textId="77777777" w:rsidR="002A1E87" w:rsidRPr="00CE0E69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Moczydłowska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Pełszyńska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szkole dla młodzieży niedostosowanej społecznie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FOSZE, Rzeszów 2004.</w:t>
            </w:r>
          </w:p>
          <w:p w14:paraId="5EED84D2" w14:textId="77777777" w:rsidR="002A1E87" w:rsidRPr="00B30B5A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Pierzchalska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Klag P.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rozmawiać z młodzieżą o prostytucji nieletnich?: scenariusze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Dolnośląski Ośrodek Polityki Społecznej, Wałbrzych 2009.</w:t>
            </w:r>
          </w:p>
          <w:p w14:paraId="590D4BD2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Programy profilaktyczne w szkole jako jedna z form przeciwdziałania </w:t>
            </w:r>
            <w:proofErr w:type="spellStart"/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zachowaniom</w:t>
            </w:r>
            <w:proofErr w:type="spellEnd"/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agresywnym uczniów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(w:) Polak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Nauczyciel wobec wyzwań edukacji zintegrowanej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Państwowa Wyższa Szkoła Zawodowa, Krosno 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E22A7D4" w14:textId="77777777" w:rsidR="002A1E87" w:rsidRPr="00B30B5A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Ziółkowska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Anoreksja od A do Z. Poradnik dla nauczycieli                                        i wychowawców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SCHOLAR, Warszawa 2005.</w:t>
            </w:r>
          </w:p>
        </w:tc>
      </w:tr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79441" w14:textId="77777777" w:rsidR="00EC14D1" w:rsidRDefault="00EC14D1" w:rsidP="00C16ABF">
      <w:pPr>
        <w:spacing w:after="0" w:line="240" w:lineRule="auto"/>
      </w:pPr>
      <w:r>
        <w:separator/>
      </w:r>
    </w:p>
  </w:endnote>
  <w:endnote w:type="continuationSeparator" w:id="0">
    <w:p w14:paraId="46213D95" w14:textId="77777777" w:rsidR="00EC14D1" w:rsidRDefault="00EC14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7119B1" w14:textId="77777777" w:rsidR="00EC14D1" w:rsidRDefault="00EC14D1" w:rsidP="00C16ABF">
      <w:pPr>
        <w:spacing w:after="0" w:line="240" w:lineRule="auto"/>
      </w:pPr>
      <w:r>
        <w:separator/>
      </w:r>
    </w:p>
  </w:footnote>
  <w:footnote w:type="continuationSeparator" w:id="0">
    <w:p w14:paraId="690D2CD4" w14:textId="77777777" w:rsidR="00EC14D1" w:rsidRDefault="00EC14D1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826C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70ED6"/>
    <w:rsid w:val="000742DC"/>
    <w:rsid w:val="00083C08"/>
    <w:rsid w:val="00083D97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67D"/>
    <w:rsid w:val="000F1C57"/>
    <w:rsid w:val="000F242D"/>
    <w:rsid w:val="000F5615"/>
    <w:rsid w:val="0010202E"/>
    <w:rsid w:val="00111F4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27F02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211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E4C"/>
    <w:rsid w:val="00517C63"/>
    <w:rsid w:val="00526C94"/>
    <w:rsid w:val="005363C4"/>
    <w:rsid w:val="00536BDE"/>
    <w:rsid w:val="0053778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593F"/>
    <w:rsid w:val="005E6E85"/>
    <w:rsid w:val="005F31D2"/>
    <w:rsid w:val="0061029B"/>
    <w:rsid w:val="006146C2"/>
    <w:rsid w:val="00617230"/>
    <w:rsid w:val="00621CE1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A60AE"/>
    <w:rsid w:val="006D050F"/>
    <w:rsid w:val="006D6139"/>
    <w:rsid w:val="006E5D65"/>
    <w:rsid w:val="006F1282"/>
    <w:rsid w:val="006F1FBC"/>
    <w:rsid w:val="006F31E2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D3E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B3600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9EE"/>
    <w:rsid w:val="009508DF"/>
    <w:rsid w:val="00950DAC"/>
    <w:rsid w:val="00954A07"/>
    <w:rsid w:val="009933DD"/>
    <w:rsid w:val="00997F14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876B7"/>
    <w:rsid w:val="00B90885"/>
    <w:rsid w:val="00BB520A"/>
    <w:rsid w:val="00BD282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A74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955F4"/>
    <w:rsid w:val="00CA2B96"/>
    <w:rsid w:val="00CA5089"/>
    <w:rsid w:val="00CA70C6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60F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C5CA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079"/>
    <w:rsid w:val="00E960BB"/>
    <w:rsid w:val="00EA2074"/>
    <w:rsid w:val="00EA4832"/>
    <w:rsid w:val="00EA4E9D"/>
    <w:rsid w:val="00EC14D1"/>
    <w:rsid w:val="00EC4899"/>
    <w:rsid w:val="00ED03AB"/>
    <w:rsid w:val="00ED32D2"/>
    <w:rsid w:val="00EE32DE"/>
    <w:rsid w:val="00EE5457"/>
    <w:rsid w:val="00EF496A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CC9F1-3566-4FB2-869B-97A3A663E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177</TotalTime>
  <Pages>6</Pages>
  <Words>1489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15</cp:revision>
  <cp:lastPrinted>2019-02-06T12:12:00Z</cp:lastPrinted>
  <dcterms:created xsi:type="dcterms:W3CDTF">2019-10-29T14:56:00Z</dcterms:created>
  <dcterms:modified xsi:type="dcterms:W3CDTF">2024-09-19T19:51:00Z</dcterms:modified>
</cp:coreProperties>
</file>